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E286E" w14:textId="77777777" w:rsidR="006C0D4E" w:rsidRDefault="006C0D4E"/>
    <w:p w14:paraId="2B81C12E" w14:textId="77777777" w:rsidR="006C0D4E" w:rsidRDefault="006C0D4E"/>
    <w:p w14:paraId="2BDCC48D" w14:textId="77777777" w:rsidR="006C0D4E" w:rsidRDefault="006C0D4E"/>
    <w:p w14:paraId="4F6D1519" w14:textId="77777777" w:rsidR="006C0D4E" w:rsidRDefault="006C0D4E"/>
    <w:p w14:paraId="26CF474C" w14:textId="77777777" w:rsidR="006C0D4E" w:rsidRDefault="006C0D4E"/>
    <w:p w14:paraId="78EEFD48" w14:textId="77777777" w:rsidR="00B401D0" w:rsidRDefault="00B401D0">
      <w:pPr>
        <w:rPr>
          <w:b/>
          <w:sz w:val="40"/>
          <w:szCs w:val="40"/>
        </w:rPr>
      </w:pPr>
    </w:p>
    <w:p w14:paraId="0377A8B9" w14:textId="77777777" w:rsidR="00882BE9" w:rsidRPr="00B76FA4" w:rsidRDefault="00882BE9">
      <w:pPr>
        <w:rPr>
          <w:b/>
          <w:sz w:val="40"/>
          <w:szCs w:val="40"/>
        </w:rPr>
      </w:pPr>
    </w:p>
    <w:p w14:paraId="20907489" w14:textId="77777777" w:rsidR="006C0D4E" w:rsidRDefault="006C0D4E"/>
    <w:p w14:paraId="60D36F81" w14:textId="77777777" w:rsidR="006C0D4E" w:rsidRDefault="006C0D4E"/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993"/>
        <w:gridCol w:w="2976"/>
        <w:gridCol w:w="3470"/>
      </w:tblGrid>
      <w:tr w:rsidR="006C0D4E" w14:paraId="622C66EA" w14:textId="77777777" w:rsidTr="00B1187A">
        <w:tc>
          <w:tcPr>
            <w:tcW w:w="9210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5A2E1F60" w14:textId="77777777" w:rsidR="007000BA" w:rsidRDefault="007000BA" w:rsidP="007000BA">
            <w:r w:rsidRPr="00C613AF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6192DB45" wp14:editId="59F2E13F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60960</wp:posOffset>
                  </wp:positionV>
                  <wp:extent cx="2033270" cy="982345"/>
                  <wp:effectExtent l="0" t="0" r="0" b="0"/>
                  <wp:wrapThrough wrapText="bothSides">
                    <wp:wrapPolygon edited="0">
                      <wp:start x="0" y="0"/>
                      <wp:lineTo x="0" y="21363"/>
                      <wp:lineTo x="21452" y="21363"/>
                      <wp:lineTo x="21452" y="0"/>
                      <wp:lineTo x="0" y="0"/>
                    </wp:wrapPolygon>
                  </wp:wrapThrough>
                  <wp:docPr id="2" name="obrázek 2" descr="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27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36768A48" w14:textId="77777777" w:rsidR="007000BA" w:rsidRPr="00882BE9" w:rsidRDefault="007000BA" w:rsidP="007000BA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mallCaps/>
                <w:sz w:val="28"/>
              </w:rPr>
              <w:t>PETR WAGNER</w:t>
            </w:r>
          </w:p>
          <w:p w14:paraId="7CA3C5EB" w14:textId="77777777" w:rsidR="007000BA" w:rsidRPr="00882BE9" w:rsidRDefault="007000BA" w:rsidP="007000BA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M.J. HUSA Č.P. 539/22</w:t>
            </w: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, 43401 MOST</w:t>
            </w:r>
          </w:p>
          <w:p w14:paraId="31ECB970" w14:textId="77777777" w:rsidR="007000BA" w:rsidRPr="00882BE9" w:rsidRDefault="007000BA" w:rsidP="007000BA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 xml:space="preserve">IČ: </w:t>
            </w:r>
            <w:r>
              <w:rPr>
                <w:rFonts w:ascii="Arial" w:hAnsi="Arial" w:cs="Arial"/>
                <w:smallCaps/>
                <w:sz w:val="24"/>
                <w:szCs w:val="24"/>
              </w:rPr>
              <w:t>87245205</w:t>
            </w: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, DIČ: CZ</w:t>
            </w:r>
            <w:r>
              <w:rPr>
                <w:rFonts w:ascii="Arial" w:hAnsi="Arial" w:cs="Arial"/>
                <w:smallCaps/>
                <w:sz w:val="24"/>
                <w:szCs w:val="24"/>
              </w:rPr>
              <w:t>8303112785</w:t>
            </w:r>
          </w:p>
          <w:p w14:paraId="557E1D07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45081D" w14:paraId="5F093A22" w14:textId="77777777" w:rsidTr="00B1187A">
        <w:tc>
          <w:tcPr>
            <w:tcW w:w="1771" w:type="dxa"/>
            <w:tcBorders>
              <w:left w:val="double" w:sz="12" w:space="0" w:color="auto"/>
            </w:tcBorders>
          </w:tcPr>
          <w:p w14:paraId="034C66B8" w14:textId="77777777" w:rsidR="0045081D" w:rsidRPr="00882BE9" w:rsidRDefault="0045081D" w:rsidP="0045081D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0FFC9D2D" w14:textId="250D61BC" w:rsidR="0045081D" w:rsidRPr="00882BE9" w:rsidRDefault="0045081D" w:rsidP="0045081D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>Objednatel:</w:t>
            </w: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0D6B2851" w14:textId="77777777" w:rsidR="0045081D" w:rsidRPr="00882BE9" w:rsidRDefault="0045081D" w:rsidP="0045081D">
            <w:pPr>
              <w:rPr>
                <w:rFonts w:ascii="Arial" w:hAnsi="Arial" w:cs="Arial"/>
                <w:sz w:val="28"/>
                <w:szCs w:val="28"/>
              </w:rPr>
            </w:pPr>
          </w:p>
          <w:p w14:paraId="62F66CB0" w14:textId="77777777" w:rsidR="0045081D" w:rsidRDefault="0045081D" w:rsidP="004508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Chomutovská bytová a.s., </w:t>
            </w:r>
          </w:p>
          <w:p w14:paraId="22B47DCC" w14:textId="77777777" w:rsidR="0045081D" w:rsidRDefault="0045081D" w:rsidP="0045081D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Křižíkova 1098, 430 01 Chomutov</w:t>
            </w:r>
          </w:p>
          <w:p w14:paraId="7E6AB75C" w14:textId="30540C39" w:rsidR="0045081D" w:rsidRPr="00882BE9" w:rsidRDefault="0045081D" w:rsidP="0045081D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5081D" w14:paraId="38D84B81" w14:textId="77777777" w:rsidTr="00B1187A">
        <w:trPr>
          <w:trHeight w:val="80"/>
        </w:trPr>
        <w:tc>
          <w:tcPr>
            <w:tcW w:w="1771" w:type="dxa"/>
            <w:tcBorders>
              <w:left w:val="double" w:sz="12" w:space="0" w:color="auto"/>
            </w:tcBorders>
          </w:tcPr>
          <w:p w14:paraId="000811FB" w14:textId="2A60336C" w:rsidR="0045081D" w:rsidRPr="00882BE9" w:rsidRDefault="0045081D" w:rsidP="0045081D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1AA59726" w14:textId="77777777" w:rsidR="0045081D" w:rsidRDefault="0045081D" w:rsidP="0045081D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bookmarkStart w:id="0" w:name="_Hlk39781571"/>
            <w:r>
              <w:rPr>
                <w:rFonts w:ascii="Arial" w:hAnsi="Arial" w:cs="Arial"/>
                <w:sz w:val="28"/>
                <w:szCs w:val="28"/>
              </w:rPr>
              <w:t>BD ul. Přemyslova č.p. 1701/7, Chomutov</w:t>
            </w:r>
            <w:r w:rsidRPr="001B5E4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5DA45555" w14:textId="77777777" w:rsidR="0045081D" w:rsidRPr="00882BE9" w:rsidRDefault="0045081D" w:rsidP="0045081D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Rekonstrukce plynové kotelny </w:t>
            </w:r>
            <w:bookmarkEnd w:id="0"/>
          </w:p>
          <w:p w14:paraId="1F63203B" w14:textId="47A1862F" w:rsidR="0045081D" w:rsidRPr="00882BE9" w:rsidRDefault="0045081D" w:rsidP="0045081D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1187A" w14:paraId="38A3625B" w14:textId="77777777" w:rsidTr="00B1187A">
        <w:tc>
          <w:tcPr>
            <w:tcW w:w="1771" w:type="dxa"/>
            <w:tcBorders>
              <w:left w:val="double" w:sz="12" w:space="0" w:color="auto"/>
            </w:tcBorders>
          </w:tcPr>
          <w:p w14:paraId="5CD5660F" w14:textId="77777777" w:rsidR="00B1187A" w:rsidRPr="00882BE9" w:rsidRDefault="00B1187A" w:rsidP="00B1187A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01B93142" w14:textId="77777777" w:rsidR="00B1187A" w:rsidRPr="00882BE9" w:rsidRDefault="00B1187A" w:rsidP="00B1187A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B1187A" w14:paraId="16209205" w14:textId="77777777" w:rsidTr="00B1187A">
        <w:tc>
          <w:tcPr>
            <w:tcW w:w="9210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6F010B6F" w14:textId="77777777" w:rsidR="00B1187A" w:rsidRPr="00882BE9" w:rsidRDefault="00B1187A" w:rsidP="00B1187A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B1187A" w14:paraId="0E92016B" w14:textId="77777777" w:rsidTr="00B1187A">
        <w:tc>
          <w:tcPr>
            <w:tcW w:w="9210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7A8E847B" w14:textId="1093745A" w:rsidR="00B1187A" w:rsidRPr="00882BE9" w:rsidRDefault="00B1187A" w:rsidP="00B1187A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t xml:space="preserve">projektová dokumentace  </w:t>
            </w:r>
            <w:r w:rsidRPr="00882BE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pro </w:t>
            </w:r>
            <w:r w:rsidR="00DD00E0">
              <w:rPr>
                <w:rFonts w:ascii="Arial" w:hAnsi="Arial" w:cs="Arial"/>
              </w:rPr>
              <w:t xml:space="preserve">stavební povolení a </w:t>
            </w:r>
            <w:r>
              <w:rPr>
                <w:rFonts w:ascii="Arial" w:hAnsi="Arial" w:cs="Arial"/>
              </w:rPr>
              <w:t>provádění stavby</w:t>
            </w:r>
            <w:r w:rsidRPr="00882BE9">
              <w:rPr>
                <w:rFonts w:ascii="Arial" w:hAnsi="Arial" w:cs="Arial"/>
              </w:rPr>
              <w:br/>
              <w:t xml:space="preserve"> </w:t>
            </w:r>
            <w:r w:rsidRPr="00882BE9">
              <w:rPr>
                <w:rFonts w:ascii="Arial" w:hAnsi="Arial" w:cs="Arial"/>
              </w:rPr>
              <w:br/>
            </w:r>
            <w:r w:rsidR="00D95E5C">
              <w:rPr>
                <w:rFonts w:ascii="Arial" w:hAnsi="Arial" w:cs="Arial"/>
                <w:smallCaps w:val="0"/>
                <w:sz w:val="28"/>
              </w:rPr>
              <w:t>F</w:t>
            </w:r>
            <w:r w:rsidR="00150517" w:rsidRPr="00882BE9">
              <w:rPr>
                <w:rFonts w:ascii="Arial" w:hAnsi="Arial" w:cs="Arial"/>
                <w:smallCaps w:val="0"/>
                <w:sz w:val="28"/>
              </w:rPr>
              <w:t xml:space="preserve"> </w:t>
            </w:r>
            <w:r w:rsidR="00150517">
              <w:rPr>
                <w:rFonts w:ascii="Arial" w:hAnsi="Arial" w:cs="Arial"/>
                <w:smallCaps w:val="0"/>
                <w:sz w:val="28"/>
              </w:rPr>
              <w:t xml:space="preserve">– </w:t>
            </w:r>
            <w:r w:rsidR="00D95E5C">
              <w:rPr>
                <w:rFonts w:ascii="Arial" w:hAnsi="Arial" w:cs="Arial"/>
                <w:smallCaps w:val="0"/>
                <w:sz w:val="28"/>
              </w:rPr>
              <w:t>Souhrnný rozpočet</w:t>
            </w:r>
            <w:r w:rsidRPr="00882BE9">
              <w:rPr>
                <w:rFonts w:ascii="Arial" w:hAnsi="Arial" w:cs="Arial"/>
              </w:rPr>
              <w:br/>
            </w:r>
          </w:p>
          <w:p w14:paraId="487D6B81" w14:textId="77777777" w:rsidR="00B1187A" w:rsidRPr="00882BE9" w:rsidRDefault="00B1187A" w:rsidP="00B1187A">
            <w:pPr>
              <w:rPr>
                <w:rFonts w:ascii="Arial" w:hAnsi="Arial" w:cs="Arial"/>
              </w:rPr>
            </w:pPr>
          </w:p>
        </w:tc>
      </w:tr>
      <w:tr w:rsidR="00A201AD" w14:paraId="3620D186" w14:textId="77777777" w:rsidTr="00B1187A">
        <w:tc>
          <w:tcPr>
            <w:tcW w:w="2764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124D1946" w14:textId="4D5BE146" w:rsidR="00A201AD" w:rsidRPr="00882BE9" w:rsidRDefault="00A201AD" w:rsidP="00A201AD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Vypracoval:</w:t>
            </w:r>
            <w:r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76" w:type="dxa"/>
            <w:tcBorders>
              <w:top w:val="double" w:sz="12" w:space="0" w:color="auto"/>
            </w:tcBorders>
          </w:tcPr>
          <w:p w14:paraId="58DE2068" w14:textId="77777777" w:rsidR="00A201AD" w:rsidRPr="00882BE9" w:rsidRDefault="00A201AD" w:rsidP="00A201AD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Petr Wagner </w:t>
            </w:r>
          </w:p>
          <w:p w14:paraId="5C8E17C9" w14:textId="77777777" w:rsidR="00A201AD" w:rsidRDefault="00A201AD" w:rsidP="00A201AD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M.J. Husa 539/22 </w:t>
            </w:r>
          </w:p>
          <w:p w14:paraId="52336A56" w14:textId="77777777" w:rsidR="00A201AD" w:rsidRPr="00882BE9" w:rsidRDefault="00A201AD" w:rsidP="00A201AD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3F77F7FD" w14:textId="77777777" w:rsidR="00A201AD" w:rsidRPr="00882BE9" w:rsidRDefault="00A201AD" w:rsidP="00A201AD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470" w:type="dxa"/>
            <w:tcBorders>
              <w:top w:val="double" w:sz="12" w:space="0" w:color="auto"/>
              <w:right w:val="double" w:sz="12" w:space="0" w:color="auto"/>
            </w:tcBorders>
          </w:tcPr>
          <w:p w14:paraId="787185A4" w14:textId="5CB2E7CE" w:rsidR="00A201AD" w:rsidRPr="00882BE9" w:rsidRDefault="00A201AD" w:rsidP="00A201AD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>
              <w:rPr>
                <w:rFonts w:ascii="Arial" w:hAnsi="Arial" w:cs="Arial"/>
                <w:b/>
                <w:sz w:val="24"/>
              </w:rPr>
              <w:t>2025P108</w:t>
            </w:r>
          </w:p>
        </w:tc>
      </w:tr>
      <w:tr w:rsidR="00A201AD" w14:paraId="57D87384" w14:textId="77777777" w:rsidTr="00B1187A">
        <w:tc>
          <w:tcPr>
            <w:tcW w:w="2764" w:type="dxa"/>
            <w:gridSpan w:val="2"/>
            <w:tcBorders>
              <w:left w:val="double" w:sz="12" w:space="0" w:color="auto"/>
            </w:tcBorders>
          </w:tcPr>
          <w:p w14:paraId="2412DFB7" w14:textId="30F5AC02" w:rsidR="00A201AD" w:rsidRPr="00882BE9" w:rsidRDefault="00A201AD" w:rsidP="00A201AD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</w:rPr>
            </w:pPr>
            <w:bookmarkStart w:id="1" w:name="OLE_LINK1"/>
            <w:r w:rsidRPr="00882BE9">
              <w:rPr>
                <w:rFonts w:ascii="Arial" w:hAnsi="Arial" w:cs="Arial"/>
                <w:b/>
                <w:sz w:val="24"/>
              </w:rPr>
              <w:t xml:space="preserve">Most, </w:t>
            </w:r>
            <w:r>
              <w:rPr>
                <w:rFonts w:ascii="Arial" w:hAnsi="Arial" w:cs="Arial"/>
                <w:b/>
                <w:sz w:val="24"/>
              </w:rPr>
              <w:t>březen 20</w:t>
            </w:r>
            <w:bookmarkEnd w:id="1"/>
            <w:r>
              <w:rPr>
                <w:rFonts w:ascii="Arial" w:hAnsi="Arial" w:cs="Arial"/>
                <w:b/>
                <w:sz w:val="24"/>
              </w:rPr>
              <w:t>25</w:t>
            </w:r>
          </w:p>
        </w:tc>
        <w:tc>
          <w:tcPr>
            <w:tcW w:w="2976" w:type="dxa"/>
          </w:tcPr>
          <w:p w14:paraId="031D47C0" w14:textId="77777777" w:rsidR="00A201AD" w:rsidRPr="00882BE9" w:rsidRDefault="00A201AD" w:rsidP="00A201AD">
            <w:pPr>
              <w:rPr>
                <w:rFonts w:ascii="Arial" w:hAnsi="Arial" w:cs="Arial"/>
              </w:rPr>
            </w:pPr>
          </w:p>
        </w:tc>
        <w:tc>
          <w:tcPr>
            <w:tcW w:w="3470" w:type="dxa"/>
            <w:tcBorders>
              <w:right w:val="double" w:sz="12" w:space="0" w:color="auto"/>
            </w:tcBorders>
          </w:tcPr>
          <w:p w14:paraId="5BD48F9B" w14:textId="77777777" w:rsidR="00A201AD" w:rsidRPr="00882BE9" w:rsidRDefault="00A201AD" w:rsidP="00A201AD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</w:t>
            </w:r>
            <w:r>
              <w:rPr>
                <w:rFonts w:ascii="Arial" w:hAnsi="Arial" w:cs="Arial"/>
                <w:b/>
                <w:sz w:val="24"/>
              </w:rPr>
              <w:t>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04962712" w14:textId="77777777" w:rsidR="00A201AD" w:rsidRPr="00882BE9" w:rsidRDefault="00A201AD" w:rsidP="00A201AD">
            <w:pPr>
              <w:rPr>
                <w:rFonts w:ascii="Arial" w:hAnsi="Arial" w:cs="Arial"/>
                <w:b/>
                <w:sz w:val="24"/>
              </w:rPr>
            </w:pPr>
          </w:p>
          <w:p w14:paraId="0F659763" w14:textId="77777777" w:rsidR="00A201AD" w:rsidRPr="00882BE9" w:rsidRDefault="00A201AD" w:rsidP="00A201AD">
            <w:pPr>
              <w:rPr>
                <w:rFonts w:ascii="Arial" w:hAnsi="Arial" w:cs="Arial"/>
                <w:b/>
                <w:sz w:val="24"/>
              </w:rPr>
            </w:pPr>
          </w:p>
          <w:p w14:paraId="476D6D22" w14:textId="77777777" w:rsidR="00A201AD" w:rsidRPr="00882BE9" w:rsidRDefault="00A201AD" w:rsidP="00A201AD">
            <w:pPr>
              <w:rPr>
                <w:rFonts w:ascii="Arial" w:hAnsi="Arial" w:cs="Arial"/>
                <w:b/>
                <w:sz w:val="24"/>
              </w:rPr>
            </w:pPr>
          </w:p>
          <w:p w14:paraId="4C0085B8" w14:textId="77777777" w:rsidR="00A201AD" w:rsidRPr="00882BE9" w:rsidRDefault="00A201AD" w:rsidP="00A201AD">
            <w:pPr>
              <w:rPr>
                <w:rFonts w:ascii="Arial" w:hAnsi="Arial" w:cs="Arial"/>
                <w:b/>
                <w:sz w:val="24"/>
              </w:rPr>
            </w:pPr>
          </w:p>
          <w:p w14:paraId="4B16D1EA" w14:textId="77777777" w:rsidR="00A201AD" w:rsidRPr="00882BE9" w:rsidRDefault="00A201AD" w:rsidP="00A201AD">
            <w:pPr>
              <w:rPr>
                <w:rFonts w:ascii="Arial" w:hAnsi="Arial" w:cs="Arial"/>
                <w:b/>
                <w:sz w:val="24"/>
              </w:rPr>
            </w:pPr>
          </w:p>
          <w:p w14:paraId="3A909608" w14:textId="77777777" w:rsidR="00A201AD" w:rsidRPr="00882BE9" w:rsidRDefault="00A201AD" w:rsidP="00A201AD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B1187A" w14:paraId="108BA13F" w14:textId="77777777" w:rsidTr="00B1187A">
        <w:tc>
          <w:tcPr>
            <w:tcW w:w="2764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25D47B27" w14:textId="77777777" w:rsidR="00B1187A" w:rsidRDefault="00B1187A" w:rsidP="00B1187A"/>
        </w:tc>
        <w:tc>
          <w:tcPr>
            <w:tcW w:w="2976" w:type="dxa"/>
            <w:tcBorders>
              <w:bottom w:val="double" w:sz="12" w:space="0" w:color="auto"/>
            </w:tcBorders>
          </w:tcPr>
          <w:p w14:paraId="638545BB" w14:textId="77777777" w:rsidR="00B1187A" w:rsidRDefault="00B1187A" w:rsidP="00B1187A"/>
        </w:tc>
        <w:tc>
          <w:tcPr>
            <w:tcW w:w="3470" w:type="dxa"/>
            <w:tcBorders>
              <w:bottom w:val="double" w:sz="12" w:space="0" w:color="auto"/>
              <w:right w:val="double" w:sz="12" w:space="0" w:color="auto"/>
            </w:tcBorders>
          </w:tcPr>
          <w:p w14:paraId="0AD10A7A" w14:textId="77777777" w:rsidR="00B1187A" w:rsidRDefault="00B1187A" w:rsidP="00B1187A"/>
        </w:tc>
      </w:tr>
    </w:tbl>
    <w:p w14:paraId="57B5A6D5" w14:textId="77777777" w:rsidR="004A2E5C" w:rsidRDefault="004A2E5C"/>
    <w:sectPr w:rsidR="004A2E5C">
      <w:footerReference w:type="even" r:id="rId8"/>
      <w:footerReference w:type="default" r:id="rId9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C7026" w14:textId="77777777" w:rsidR="0034496D" w:rsidRDefault="0034496D">
      <w:r>
        <w:separator/>
      </w:r>
    </w:p>
  </w:endnote>
  <w:endnote w:type="continuationSeparator" w:id="0">
    <w:p w14:paraId="18E73F3E" w14:textId="77777777" w:rsidR="0034496D" w:rsidRDefault="003449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3C3073" w14:textId="77777777" w:rsidR="00954975" w:rsidRDefault="009549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651B54E9" w14:textId="77777777" w:rsidR="00954975" w:rsidRDefault="009549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2F3EFF" w14:textId="77777777" w:rsidR="00954975" w:rsidRDefault="009549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331BA">
      <w:rPr>
        <w:rStyle w:val="slostrnky"/>
        <w:noProof/>
      </w:rPr>
      <w:t>1</w:t>
    </w:r>
    <w:r>
      <w:rPr>
        <w:rStyle w:val="slostrnky"/>
      </w:rPr>
      <w:fldChar w:fldCharType="end"/>
    </w:r>
  </w:p>
  <w:p w14:paraId="7990A3E2" w14:textId="77777777" w:rsidR="00954975" w:rsidRDefault="009549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C20D8" w14:textId="77777777" w:rsidR="0034496D" w:rsidRDefault="0034496D">
      <w:r>
        <w:separator/>
      </w:r>
    </w:p>
  </w:footnote>
  <w:footnote w:type="continuationSeparator" w:id="0">
    <w:p w14:paraId="49B4CF2B" w14:textId="77777777" w:rsidR="0034496D" w:rsidRDefault="003449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828813713">
    <w:abstractNumId w:val="0"/>
  </w:num>
  <w:num w:numId="2" w16cid:durableId="758720265">
    <w:abstractNumId w:val="3"/>
  </w:num>
  <w:num w:numId="3" w16cid:durableId="964896775">
    <w:abstractNumId w:val="1"/>
  </w:num>
  <w:num w:numId="4" w16cid:durableId="1605066923">
    <w:abstractNumId w:val="5"/>
  </w:num>
  <w:num w:numId="5" w16cid:durableId="20327246">
    <w:abstractNumId w:val="2"/>
  </w:num>
  <w:num w:numId="6" w16cid:durableId="14994808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15081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22EAC"/>
    <w:rsid w:val="00083EC7"/>
    <w:rsid w:val="000B75F8"/>
    <w:rsid w:val="000C558C"/>
    <w:rsid w:val="000D23C2"/>
    <w:rsid w:val="000E16B4"/>
    <w:rsid w:val="000E6A75"/>
    <w:rsid w:val="00150517"/>
    <w:rsid w:val="001769D4"/>
    <w:rsid w:val="00195F95"/>
    <w:rsid w:val="001B27AA"/>
    <w:rsid w:val="001B43C8"/>
    <w:rsid w:val="001D65B4"/>
    <w:rsid w:val="001F09C2"/>
    <w:rsid w:val="00212F04"/>
    <w:rsid w:val="002226B4"/>
    <w:rsid w:val="002445D1"/>
    <w:rsid w:val="00252BE3"/>
    <w:rsid w:val="00295B28"/>
    <w:rsid w:val="002969A2"/>
    <w:rsid w:val="002C16F3"/>
    <w:rsid w:val="002F0CA2"/>
    <w:rsid w:val="002F5315"/>
    <w:rsid w:val="002F5D79"/>
    <w:rsid w:val="00307436"/>
    <w:rsid w:val="00316ED5"/>
    <w:rsid w:val="00327168"/>
    <w:rsid w:val="00334A2C"/>
    <w:rsid w:val="0034496D"/>
    <w:rsid w:val="00363965"/>
    <w:rsid w:val="003C0D71"/>
    <w:rsid w:val="003F2B20"/>
    <w:rsid w:val="003F4B9F"/>
    <w:rsid w:val="00402D0F"/>
    <w:rsid w:val="0040754B"/>
    <w:rsid w:val="00423A95"/>
    <w:rsid w:val="00434305"/>
    <w:rsid w:val="0043493C"/>
    <w:rsid w:val="00443085"/>
    <w:rsid w:val="00445C60"/>
    <w:rsid w:val="004506CB"/>
    <w:rsid w:val="0045081D"/>
    <w:rsid w:val="00460ED6"/>
    <w:rsid w:val="00472DEF"/>
    <w:rsid w:val="004870F0"/>
    <w:rsid w:val="004A2E5C"/>
    <w:rsid w:val="004B3C93"/>
    <w:rsid w:val="004C4358"/>
    <w:rsid w:val="004D4B18"/>
    <w:rsid w:val="004E151E"/>
    <w:rsid w:val="004F0E38"/>
    <w:rsid w:val="00521F84"/>
    <w:rsid w:val="0053652D"/>
    <w:rsid w:val="00543E1F"/>
    <w:rsid w:val="00560BB1"/>
    <w:rsid w:val="005A174C"/>
    <w:rsid w:val="005C7C65"/>
    <w:rsid w:val="005E6548"/>
    <w:rsid w:val="0061578E"/>
    <w:rsid w:val="00620B20"/>
    <w:rsid w:val="00643350"/>
    <w:rsid w:val="00645FE1"/>
    <w:rsid w:val="00665F71"/>
    <w:rsid w:val="0069034B"/>
    <w:rsid w:val="00695D34"/>
    <w:rsid w:val="00697AA8"/>
    <w:rsid w:val="006C0D4E"/>
    <w:rsid w:val="006C4696"/>
    <w:rsid w:val="006D0B9F"/>
    <w:rsid w:val="007000BA"/>
    <w:rsid w:val="00714424"/>
    <w:rsid w:val="00735E31"/>
    <w:rsid w:val="007538D4"/>
    <w:rsid w:val="00754C2D"/>
    <w:rsid w:val="00772A42"/>
    <w:rsid w:val="00786A31"/>
    <w:rsid w:val="007C4F09"/>
    <w:rsid w:val="007C5852"/>
    <w:rsid w:val="007D169A"/>
    <w:rsid w:val="007D35E8"/>
    <w:rsid w:val="007E3958"/>
    <w:rsid w:val="00806B34"/>
    <w:rsid w:val="0081011E"/>
    <w:rsid w:val="0081784F"/>
    <w:rsid w:val="008507A9"/>
    <w:rsid w:val="008620D6"/>
    <w:rsid w:val="00882BE9"/>
    <w:rsid w:val="008A2D8F"/>
    <w:rsid w:val="008B4AD8"/>
    <w:rsid w:val="008C3607"/>
    <w:rsid w:val="008D487A"/>
    <w:rsid w:val="008E6864"/>
    <w:rsid w:val="00910FA2"/>
    <w:rsid w:val="00932F15"/>
    <w:rsid w:val="00947DF0"/>
    <w:rsid w:val="00954975"/>
    <w:rsid w:val="00965225"/>
    <w:rsid w:val="009867E2"/>
    <w:rsid w:val="00992107"/>
    <w:rsid w:val="00995019"/>
    <w:rsid w:val="00995F75"/>
    <w:rsid w:val="009D1D10"/>
    <w:rsid w:val="009D6566"/>
    <w:rsid w:val="00A139EE"/>
    <w:rsid w:val="00A15BEA"/>
    <w:rsid w:val="00A201AD"/>
    <w:rsid w:val="00A331BA"/>
    <w:rsid w:val="00A77558"/>
    <w:rsid w:val="00A83DC9"/>
    <w:rsid w:val="00AA6403"/>
    <w:rsid w:val="00AB11BC"/>
    <w:rsid w:val="00AD6819"/>
    <w:rsid w:val="00AE4CFA"/>
    <w:rsid w:val="00AE785B"/>
    <w:rsid w:val="00AF5A95"/>
    <w:rsid w:val="00B1187A"/>
    <w:rsid w:val="00B350D4"/>
    <w:rsid w:val="00B401D0"/>
    <w:rsid w:val="00B40CCA"/>
    <w:rsid w:val="00B54D35"/>
    <w:rsid w:val="00B72027"/>
    <w:rsid w:val="00B76FA4"/>
    <w:rsid w:val="00BB3A91"/>
    <w:rsid w:val="00BC78C0"/>
    <w:rsid w:val="00BD5195"/>
    <w:rsid w:val="00C150E6"/>
    <w:rsid w:val="00C24523"/>
    <w:rsid w:val="00C75D5C"/>
    <w:rsid w:val="00C910C6"/>
    <w:rsid w:val="00CD1B53"/>
    <w:rsid w:val="00D02FC7"/>
    <w:rsid w:val="00D34F8A"/>
    <w:rsid w:val="00D3548B"/>
    <w:rsid w:val="00D50863"/>
    <w:rsid w:val="00D706BF"/>
    <w:rsid w:val="00D95E5C"/>
    <w:rsid w:val="00D97488"/>
    <w:rsid w:val="00DA53D4"/>
    <w:rsid w:val="00DB5214"/>
    <w:rsid w:val="00DD00E0"/>
    <w:rsid w:val="00E86A9F"/>
    <w:rsid w:val="00E95626"/>
    <w:rsid w:val="00EA5B39"/>
    <w:rsid w:val="00EE0612"/>
    <w:rsid w:val="00EE3119"/>
    <w:rsid w:val="00EF40E2"/>
    <w:rsid w:val="00F0686E"/>
    <w:rsid w:val="00F64832"/>
    <w:rsid w:val="00F740FD"/>
    <w:rsid w:val="00FB2B29"/>
    <w:rsid w:val="00FB3249"/>
    <w:rsid w:val="00FD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A32107"/>
  <w15:chartTrackingRefBased/>
  <w15:docId w15:val="{0AAB2A4D-2E37-4B5C-ACFD-C20DB2BC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5</TotalTime>
  <Pages>1</Pages>
  <Words>58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/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Petr Wagner</cp:lastModifiedBy>
  <cp:revision>24</cp:revision>
  <cp:lastPrinted>2018-04-26T07:42:00Z</cp:lastPrinted>
  <dcterms:created xsi:type="dcterms:W3CDTF">2016-12-23T16:27:00Z</dcterms:created>
  <dcterms:modified xsi:type="dcterms:W3CDTF">2025-04-07T14:52:00Z</dcterms:modified>
</cp:coreProperties>
</file>